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1C76A" w14:textId="77777777" w:rsidR="00547028" w:rsidRDefault="00547028" w:rsidP="00044EB7">
      <w:r>
        <w:rPr>
          <w:noProof/>
        </w:rPr>
        <w:drawing>
          <wp:inline distT="0" distB="0" distL="0" distR="0" wp14:anchorId="1DDF1834" wp14:editId="12B04D4C">
            <wp:extent cx="9070975" cy="436098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0921E40" wp14:editId="509F3539">
            <wp:extent cx="9070975" cy="4360982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C0CBF" w14:textId="77777777" w:rsidR="00595483" w:rsidRDefault="00547028" w:rsidP="00044EB7">
      <w:r>
        <w:rPr>
          <w:noProof/>
        </w:rPr>
        <w:lastRenderedPageBreak/>
        <w:drawing>
          <wp:inline distT="0" distB="0" distL="0" distR="0" wp14:anchorId="06C9997D" wp14:editId="7F11F259">
            <wp:extent cx="9070975" cy="4360982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1A9B2" w14:textId="77777777" w:rsidR="00547028" w:rsidRDefault="00547028" w:rsidP="00547028">
      <w:r>
        <w:t>Elemental Composition Report for 225m/z</w:t>
      </w:r>
    </w:p>
    <w:p w14:paraId="39F7CEE2" w14:textId="77777777" w:rsidR="00547028" w:rsidRDefault="00547028" w:rsidP="00547028"/>
    <w:p w14:paraId="72C876EF" w14:textId="77777777" w:rsidR="00547028" w:rsidRDefault="00547028" w:rsidP="00547028">
      <w:r>
        <w:t>Single Mass Analysis</w:t>
      </w:r>
    </w:p>
    <w:p w14:paraId="0F87AFEE" w14:textId="77777777" w:rsidR="00547028" w:rsidRDefault="00547028" w:rsidP="00547028">
      <w:r>
        <w:t>Tolerance = 5.0 PPM   /   DBE: min = -1.5, max = 100.0</w:t>
      </w:r>
    </w:p>
    <w:p w14:paraId="6374EFBC" w14:textId="77777777" w:rsidR="00547028" w:rsidRDefault="00547028" w:rsidP="00547028">
      <w:r>
        <w:t xml:space="preserve">Element prediction: Off </w:t>
      </w:r>
    </w:p>
    <w:p w14:paraId="181DFAEE" w14:textId="77777777" w:rsidR="00547028" w:rsidRDefault="00547028" w:rsidP="00547028">
      <w:r>
        <w:lastRenderedPageBreak/>
        <w:t>Number of isotope peaks used for i-FIT = 3</w:t>
      </w:r>
    </w:p>
    <w:p w14:paraId="51304B0F" w14:textId="77777777" w:rsidR="00547028" w:rsidRDefault="00547028" w:rsidP="00547028"/>
    <w:p w14:paraId="44BC6D0B" w14:textId="77777777" w:rsidR="00547028" w:rsidRDefault="00547028" w:rsidP="00547028">
      <w:r>
        <w:t>Monoisotopic Mass, Even Electron Ions</w:t>
      </w:r>
    </w:p>
    <w:p w14:paraId="0BB01CBC" w14:textId="77777777" w:rsidR="00547028" w:rsidRDefault="00547028" w:rsidP="00547028">
      <w:r>
        <w:t>21 formula(e) evaluated with 1 results within limits (all results (up to 1000) for each mass)</w:t>
      </w:r>
    </w:p>
    <w:p w14:paraId="7E4B14B0" w14:textId="77777777" w:rsidR="00547028" w:rsidRDefault="00547028" w:rsidP="00547028">
      <w:r>
        <w:t>Elements Used:</w:t>
      </w:r>
    </w:p>
    <w:p w14:paraId="21658D37" w14:textId="77777777" w:rsidR="00547028" w:rsidRDefault="00547028" w:rsidP="00547028">
      <w:r>
        <w:t xml:space="preserve">C: 1-30    H: 0-60    O: 0-6    </w:t>
      </w:r>
    </w:p>
    <w:p w14:paraId="4FE73266" w14:textId="77777777" w:rsidR="00547028" w:rsidRDefault="00547028" w:rsidP="0054702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73854E77" w14:textId="77777777" w:rsidR="00547028" w:rsidRDefault="00547028" w:rsidP="0054702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14:paraId="5C201C25" w14:textId="77777777" w:rsidR="00547028" w:rsidRDefault="00547028" w:rsidP="00547028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14:paraId="56E4AD74" w14:textId="77777777" w:rsidR="00547028" w:rsidRPr="00044EB7" w:rsidRDefault="00547028" w:rsidP="00547028">
      <w:r>
        <w:t xml:space="preserve">225.0916   </w:t>
      </w:r>
      <w:r>
        <w:tab/>
        <w:t xml:space="preserve">225.0916       </w:t>
      </w:r>
      <w:r>
        <w:tab/>
        <w:t xml:space="preserve">0.0      </w:t>
      </w:r>
      <w:r>
        <w:tab/>
        <w:t xml:space="preserve">0.0      </w:t>
      </w:r>
      <w:r>
        <w:tab/>
        <w:t xml:space="preserve">9.5      </w:t>
      </w:r>
      <w:r>
        <w:tab/>
        <w:t xml:space="preserve">165.9      </w:t>
      </w:r>
      <w:r>
        <w:tab/>
        <w:t xml:space="preserve">0.0          </w:t>
      </w:r>
      <w:r>
        <w:tab/>
        <w:t>C15  H13  O2</w:t>
      </w:r>
    </w:p>
    <w:sectPr w:rsidR="00547028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028"/>
    <w:rsid w:val="00044EB7"/>
    <w:rsid w:val="004C2A0A"/>
    <w:rsid w:val="00547028"/>
    <w:rsid w:val="00595483"/>
    <w:rsid w:val="006B3D82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866B0"/>
  <w15:docId w15:val="{0686184E-2F48-1945-AD17-B1AB6870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    <Relationship Id="rId9" Type="http://schemas.openxmlformats.org/officeDocument/2006/relationships/customXml" Target="../customXml/item1.xml"/>
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  <Relationships xmlns="http://schemas.openxmlformats.org/package/2006/relationships">
    <Relationship Id="rId9" Type="http://schemas.openxmlformats.org/officeDocument/2006/relationships/customXmlProps" Target="itemProps1.xml"/>
  </Relationships>

</file>

<file path=customXml/item1.xml><?xml version="1.0" encoding="utf-8"?>
<LabArchives xmlns:xsi="http://www.w3.org/2001/XMLSchema-instance" xmlns:xsd="http://www.w3.org/2001/XMLSchema">
  <BaseUri>https://uk-mynotebook.labarchives.com</BaseUri>
  <eid>NTM1NTYuMXw0MTQ1LzQxMTk3L0VudHJ5UGFydC80MDkzMzY0Njc3fDEzNTk1MC4x</eid>
  <version>1</version>
  <updated-at>2024-04-16T14:28:26Z</updated-at>
</LabArchives>
</file>

<file path=customXml/itemProps1.xml><?xml version="1.0" encoding="utf-8"?>
<ds:datastoreItem xmlns:ds="http://schemas.openxmlformats.org/officeDocument/2006/customXml" ds:itemID="{E205E199-172D-495D-BA24-BC2B90B7A3C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C:\Users\Administrator\AppData\Roaming\Microsoft\Templates\IMPERIAL.dotx.docx.dotx</Template>
  <TotalTime>0</TotalTime>
  <Pages>4</Pages>
  <Words>101</Words>
  <Characters>566</Characters>
  <Application>Microsoft Office Word</Application>
  <DocSecurity>0</DocSecurity>
  <Lines>16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Fang, Wen M</cp:lastModifiedBy>
  <cp:revision>2</cp:revision>
  <dcterms:created xsi:type="dcterms:W3CDTF">2024-04-16T14:26:00Z</dcterms:created>
  <dcterms:modified xsi:type="dcterms:W3CDTF">2024-04-16T14:26:00Z</dcterms:modified>
</cp:coreProperties>
</file>